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8E56" w14:textId="77777777" w:rsidR="007C57E0" w:rsidRDefault="007C57E0" w:rsidP="006F6B82">
      <w:pPr>
        <w:suppressAutoHyphens/>
        <w:jc w:val="center"/>
        <w:rPr>
          <w:b/>
          <w:caps/>
          <w:sz w:val="28"/>
          <w:lang w:eastAsia="ar-SA"/>
        </w:rPr>
      </w:pPr>
    </w:p>
    <w:p w14:paraId="4B2E376F" w14:textId="77777777"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47116E06" w14:textId="77777777" w:rsidR="006F6B82" w:rsidRPr="00BF27D4" w:rsidRDefault="006F6B82" w:rsidP="00BF27D4">
      <w:pPr>
        <w:rPr>
          <w:caps/>
          <w:szCs w:val="24"/>
        </w:rPr>
      </w:pPr>
    </w:p>
    <w:p w14:paraId="02B6A7B6" w14:textId="77777777" w:rsidR="006F6B82" w:rsidRPr="00BF27D4" w:rsidRDefault="006F6B82" w:rsidP="006F6B82">
      <w:pPr>
        <w:jc w:val="center"/>
        <w:rPr>
          <w:b/>
        </w:rPr>
      </w:pPr>
      <w:r w:rsidRPr="00BF27D4">
        <w:rPr>
          <w:b/>
        </w:rPr>
        <w:t>SPRENDIMAS</w:t>
      </w:r>
    </w:p>
    <w:p w14:paraId="344CA831" w14:textId="77777777" w:rsidR="001B4142" w:rsidRPr="004F22C5" w:rsidRDefault="00850177" w:rsidP="00CE7666">
      <w:pPr>
        <w:jc w:val="center"/>
        <w:rPr>
          <w:b/>
          <w:caps/>
        </w:rPr>
      </w:pPr>
      <w:r w:rsidRPr="004F22C5">
        <w:rPr>
          <w:b/>
          <w:caps/>
        </w:rPr>
        <w:t xml:space="preserve">DĖL </w:t>
      </w:r>
      <w:r w:rsidR="00F2560C">
        <w:rPr>
          <w:b/>
          <w:caps/>
        </w:rPr>
        <w:t>SAVIVALDYBĖS TURT</w:t>
      </w:r>
      <w:r w:rsidR="00DB49A4">
        <w:rPr>
          <w:b/>
          <w:caps/>
        </w:rPr>
        <w:t>O INVESTAVIMO</w:t>
      </w:r>
      <w:r w:rsidR="00F2560C">
        <w:rPr>
          <w:b/>
          <w:caps/>
        </w:rPr>
        <w:t xml:space="preserve"> </w:t>
      </w:r>
      <w:r w:rsidR="008B7767">
        <w:rPr>
          <w:b/>
          <w:caps/>
        </w:rPr>
        <w:t xml:space="preserve">DIDINANT </w:t>
      </w:r>
      <w:r w:rsidR="008D692A">
        <w:rPr>
          <w:b/>
          <w:caps/>
        </w:rPr>
        <w:t xml:space="preserve">UŽDAROSIOS AKCINĖS BENDROVĖS „sKUODO VANDENYS“ </w:t>
      </w:r>
      <w:r w:rsidR="00EA0AC9">
        <w:rPr>
          <w:b/>
          <w:caps/>
        </w:rPr>
        <w:t>ĮSTATIN</w:t>
      </w:r>
      <w:r w:rsidR="008B7767">
        <w:rPr>
          <w:b/>
          <w:caps/>
        </w:rPr>
        <w:t>Į KAPITALĄ</w:t>
      </w:r>
    </w:p>
    <w:p w14:paraId="7BDD26AF" w14:textId="77777777" w:rsidR="00CE7666" w:rsidRPr="00BF27D4" w:rsidRDefault="00CE7666" w:rsidP="00ED23E3">
      <w:pPr>
        <w:rPr>
          <w:szCs w:val="24"/>
        </w:rPr>
      </w:pPr>
    </w:p>
    <w:p w14:paraId="6E21F1F8" w14:textId="77777777" w:rsidR="00370FAC" w:rsidRPr="00BF27D4" w:rsidRDefault="006F6B82" w:rsidP="006F6B82">
      <w:pPr>
        <w:jc w:val="center"/>
        <w:rPr>
          <w:szCs w:val="24"/>
        </w:rPr>
      </w:pPr>
      <w:r w:rsidRPr="00BF27D4">
        <w:rPr>
          <w:szCs w:val="24"/>
        </w:rPr>
        <w:t>20</w:t>
      </w:r>
      <w:r w:rsidR="00F359DE">
        <w:rPr>
          <w:szCs w:val="24"/>
        </w:rPr>
        <w:t>2</w:t>
      </w:r>
      <w:r w:rsidR="009F7B81">
        <w:rPr>
          <w:szCs w:val="24"/>
        </w:rPr>
        <w:t>5</w:t>
      </w:r>
      <w:r w:rsidRPr="00BF27D4">
        <w:rPr>
          <w:szCs w:val="24"/>
        </w:rPr>
        <w:t xml:space="preserve"> m.</w:t>
      </w:r>
      <w:r w:rsidR="002677DD">
        <w:rPr>
          <w:szCs w:val="24"/>
        </w:rPr>
        <w:t xml:space="preserve"> </w:t>
      </w:r>
      <w:r w:rsidR="009F7DBC">
        <w:rPr>
          <w:szCs w:val="24"/>
        </w:rPr>
        <w:t>b</w:t>
      </w:r>
      <w:r w:rsidR="009F7B81">
        <w:rPr>
          <w:szCs w:val="24"/>
        </w:rPr>
        <w:t>irželio</w:t>
      </w:r>
      <w:r w:rsidR="00A14ABD">
        <w:rPr>
          <w:szCs w:val="24"/>
        </w:rPr>
        <w:t xml:space="preserve"> </w:t>
      </w:r>
      <w:r w:rsidR="00280E1E">
        <w:rPr>
          <w:szCs w:val="24"/>
        </w:rPr>
        <w:t>26</w:t>
      </w:r>
      <w:r w:rsidR="0061230A">
        <w:rPr>
          <w:szCs w:val="24"/>
        </w:rPr>
        <w:t xml:space="preserve"> </w:t>
      </w:r>
      <w:r w:rsidRPr="00BF27D4">
        <w:rPr>
          <w:szCs w:val="24"/>
        </w:rPr>
        <w:t xml:space="preserve">d. Nr. </w:t>
      </w:r>
      <w:r w:rsidR="009C4AF5" w:rsidRPr="00BF27D4">
        <w:rPr>
          <w:szCs w:val="24"/>
        </w:rPr>
        <w:t>T</w:t>
      </w:r>
      <w:r w:rsidR="007C57E0">
        <w:rPr>
          <w:szCs w:val="24"/>
        </w:rPr>
        <w:t>9-</w:t>
      </w:r>
      <w:r w:rsidR="00280E1E">
        <w:rPr>
          <w:szCs w:val="24"/>
        </w:rPr>
        <w:t>153</w:t>
      </w:r>
    </w:p>
    <w:p w14:paraId="274CB49A" w14:textId="77777777" w:rsidR="00AB71BA" w:rsidRDefault="002677DD" w:rsidP="007C57E0">
      <w:pPr>
        <w:jc w:val="center"/>
        <w:rPr>
          <w:szCs w:val="24"/>
        </w:rPr>
      </w:pPr>
      <w:r>
        <w:rPr>
          <w:szCs w:val="24"/>
        </w:rPr>
        <w:t>Skuodas</w:t>
      </w:r>
    </w:p>
    <w:p w14:paraId="44B93503" w14:textId="77777777" w:rsidR="00AB71BA" w:rsidRDefault="00AB71BA" w:rsidP="00BF27D4">
      <w:pPr>
        <w:rPr>
          <w:szCs w:val="24"/>
        </w:rPr>
      </w:pPr>
    </w:p>
    <w:p w14:paraId="10338F5B" w14:textId="77777777" w:rsidR="00C37702" w:rsidRDefault="00EA0AC9" w:rsidP="00AB71BA">
      <w:pPr>
        <w:ind w:firstLine="1247"/>
        <w:jc w:val="both"/>
      </w:pPr>
      <w:r w:rsidRPr="00EA0AC9">
        <w:t>Vadovaudamasi Lietuvos Respublikos vietos savivaldos įstatymo 1</w:t>
      </w:r>
      <w:r w:rsidR="00A14ABD">
        <w:t>5 straipsnio 2 dalies 19</w:t>
      </w:r>
      <w:r w:rsidRPr="00EA0AC9">
        <w:t xml:space="preserve"> punktu, </w:t>
      </w:r>
      <w:r w:rsidR="00A14ABD">
        <w:t>63</w:t>
      </w:r>
      <w:r>
        <w:t xml:space="preserve"> straipsni</w:t>
      </w:r>
      <w:r w:rsidR="00201B16">
        <w:t>u</w:t>
      </w:r>
      <w:r>
        <w:t xml:space="preserve">, </w:t>
      </w:r>
      <w:r w:rsidRPr="004A623C">
        <w:t xml:space="preserve">Lietuvos Respublikos valstybės </w:t>
      </w:r>
      <w:r w:rsidRPr="0041068D">
        <w:t>ir savivaldybių turto valdymo, naudojimo ir disponavimo juo įstatymo 22 straipsnio 1 dalies 2 punktu, 2 dalies 5,</w:t>
      </w:r>
      <w:r w:rsidR="00F15AD7" w:rsidRPr="0041068D">
        <w:t xml:space="preserve"> </w:t>
      </w:r>
      <w:r w:rsidR="002F1EF3" w:rsidRPr="00072092">
        <w:rPr>
          <w:bCs/>
        </w:rPr>
        <w:t>6 ir</w:t>
      </w:r>
      <w:r w:rsidR="002F1EF3" w:rsidRPr="0041068D">
        <w:t xml:space="preserve"> </w:t>
      </w:r>
      <w:r w:rsidRPr="0041068D">
        <w:t>7,</w:t>
      </w:r>
      <w:r w:rsidRPr="004A623C">
        <w:t xml:space="preserve"> </w:t>
      </w:r>
      <w:r w:rsidR="00E801CD" w:rsidRPr="00F43DFD">
        <w:rPr>
          <w:szCs w:val="24"/>
          <w:lang w:eastAsia="lt-LT"/>
        </w:rPr>
        <w:t>Lietuvos Respublikos akcinių bendrovių įstatymo 20 straipsnio 1 dalies 1</w:t>
      </w:r>
      <w:r w:rsidR="00E801CD">
        <w:rPr>
          <w:szCs w:val="24"/>
          <w:lang w:eastAsia="lt-LT"/>
        </w:rPr>
        <w:t>8</w:t>
      </w:r>
      <w:r w:rsidR="00E801CD" w:rsidRPr="00F43DFD">
        <w:rPr>
          <w:szCs w:val="24"/>
          <w:lang w:eastAsia="lt-LT"/>
        </w:rPr>
        <w:t xml:space="preserve"> punktu</w:t>
      </w:r>
      <w:r w:rsidR="00E801CD">
        <w:rPr>
          <w:szCs w:val="24"/>
          <w:lang w:eastAsia="lt-LT"/>
        </w:rPr>
        <w:t>, 49 straipsnio 1</w:t>
      </w:r>
      <w:r w:rsidR="009B74F2">
        <w:rPr>
          <w:szCs w:val="24"/>
          <w:lang w:eastAsia="lt-LT"/>
        </w:rPr>
        <w:t>–</w:t>
      </w:r>
      <w:r w:rsidR="00E801CD">
        <w:rPr>
          <w:szCs w:val="24"/>
          <w:lang w:eastAsia="lt-LT"/>
        </w:rPr>
        <w:t>3 dalimis,</w:t>
      </w:r>
      <w:r w:rsidR="00E801CD" w:rsidRPr="004A623C">
        <w:rPr>
          <w:bCs/>
        </w:rPr>
        <w:t xml:space="preserve"> </w:t>
      </w:r>
      <w:r w:rsidRPr="004A623C">
        <w:t>Sprendimo investuoti valstybės ir savivaldybių turtą priėmimo tvarkos aprašu, patvirtintu Lietuvos Respublikos Vyriausybės 2007 m. liepos 4 d. nutarimu Nr. 758 „Dėl Sprendimo investuoti valstybės ir savivaldybių turtą priėmimo tvarkos aprašo patvirtinimo</w:t>
      </w:r>
      <w:r w:rsidR="00A73BF1">
        <w:t>“</w:t>
      </w:r>
      <w:r w:rsidR="009B74F2">
        <w:t>,</w:t>
      </w:r>
      <w:r w:rsidR="001B5BFC">
        <w:t xml:space="preserve"> ir atsižvelg</w:t>
      </w:r>
      <w:r w:rsidR="009B74F2">
        <w:t>dama</w:t>
      </w:r>
      <w:r w:rsidR="001B5BFC">
        <w:t xml:space="preserve"> į Skuodo rajono savivaldybės </w:t>
      </w:r>
      <w:r w:rsidR="001E4AE6">
        <w:t xml:space="preserve">mero </w:t>
      </w:r>
      <w:r w:rsidR="008B3D8C">
        <w:t>202</w:t>
      </w:r>
      <w:r w:rsidR="009F7B81">
        <w:t>5</w:t>
      </w:r>
      <w:r w:rsidR="008B3D8C">
        <w:t xml:space="preserve"> m. b</w:t>
      </w:r>
      <w:r w:rsidR="009F7B81">
        <w:t>irželio</w:t>
      </w:r>
      <w:r w:rsidR="008B3D8C">
        <w:t xml:space="preserve"> 1</w:t>
      </w:r>
      <w:r w:rsidR="009F7B81">
        <w:t>6</w:t>
      </w:r>
      <w:r w:rsidR="008B3D8C">
        <w:t xml:space="preserve"> d. </w:t>
      </w:r>
      <w:r w:rsidR="001E4AE6">
        <w:t xml:space="preserve">raštą Nr. </w:t>
      </w:r>
      <w:r w:rsidR="001E4AE6" w:rsidRPr="00BD6AEE">
        <w:t>R2-</w:t>
      </w:r>
      <w:r w:rsidR="00BD6AEE" w:rsidRPr="00BD6AEE">
        <w:t>1485</w:t>
      </w:r>
      <w:r w:rsidR="005D6200" w:rsidRPr="00BD6AEE">
        <w:t xml:space="preserve"> „</w:t>
      </w:r>
      <w:r w:rsidR="005D6200">
        <w:t>Dėl pasiūlymo investuoti savivaldybės turtą didinant UAB „Skuodo vandenys“ įstatinį kapitalą“</w:t>
      </w:r>
      <w:r w:rsidR="001B5BFC">
        <w:t xml:space="preserve">, </w:t>
      </w:r>
      <w:r w:rsidR="00C37702" w:rsidRPr="004A623C">
        <w:t xml:space="preserve">Skuodo rajono savivaldybės taryba </w:t>
      </w:r>
      <w:r w:rsidR="00DA7E6A" w:rsidRPr="00EB25F3">
        <w:rPr>
          <w:spacing w:val="40"/>
        </w:rPr>
        <w:t>n</w:t>
      </w:r>
      <w:r w:rsidR="00EB25F3" w:rsidRPr="00EB25F3">
        <w:rPr>
          <w:spacing w:val="40"/>
        </w:rPr>
        <w:t>usprendž</w:t>
      </w:r>
      <w:r w:rsidR="00EB25F3">
        <w:t>ia</w:t>
      </w:r>
      <w:r w:rsidR="00C37702" w:rsidRPr="004A623C">
        <w:t>:</w:t>
      </w:r>
    </w:p>
    <w:p w14:paraId="250F52AD" w14:textId="77777777" w:rsidR="006F0F6F" w:rsidRDefault="00C37702" w:rsidP="004762E1">
      <w:pPr>
        <w:tabs>
          <w:tab w:val="left" w:pos="1247"/>
        </w:tabs>
        <w:ind w:firstLine="1247"/>
        <w:jc w:val="both"/>
        <w:rPr>
          <w:szCs w:val="24"/>
          <w:lang w:eastAsia="lt-LT"/>
        </w:rPr>
      </w:pPr>
      <w:r w:rsidRPr="00A73ABB">
        <w:rPr>
          <w:bCs/>
        </w:rPr>
        <w:t>1.</w:t>
      </w:r>
      <w:r>
        <w:t xml:space="preserve"> </w:t>
      </w:r>
      <w:r w:rsidR="008B7767">
        <w:t>Investuoti</w:t>
      </w:r>
      <w:r w:rsidR="009E780D">
        <w:t xml:space="preserve"> </w:t>
      </w:r>
      <w:r w:rsidR="009F7B81">
        <w:t>199 999,95</w:t>
      </w:r>
      <w:r w:rsidR="009E780D" w:rsidRPr="009E780D">
        <w:t xml:space="preserve"> Eur (</w:t>
      </w:r>
      <w:r w:rsidR="00072092">
        <w:t>vieną šimtą devyniasdešimt devynis tūkstančius devynis šimtus devyniasdešimt devynis eurus</w:t>
      </w:r>
      <w:r w:rsidR="009E780D" w:rsidRPr="009E780D">
        <w:t xml:space="preserve">, </w:t>
      </w:r>
      <w:r w:rsidR="00072092">
        <w:t>devyniasdešimt penkis</w:t>
      </w:r>
      <w:r w:rsidR="009E780D" w:rsidRPr="009E780D">
        <w:t xml:space="preserve"> centus)</w:t>
      </w:r>
      <w:r w:rsidR="009E780D">
        <w:t xml:space="preserve"> savivaldybės biudžeto lėšų </w:t>
      </w:r>
      <w:r w:rsidR="008B7767" w:rsidRPr="008B7767">
        <w:t>UAB „Skuodo vandenys“</w:t>
      </w:r>
      <w:r w:rsidR="00B95C22">
        <w:t>, kodas 173820527</w:t>
      </w:r>
      <w:r w:rsidR="008B7767" w:rsidRPr="008B7767">
        <w:t xml:space="preserve"> įstatin</w:t>
      </w:r>
      <w:r w:rsidR="008B7767">
        <w:t>iam</w:t>
      </w:r>
      <w:r w:rsidR="008B7767" w:rsidRPr="008B7767">
        <w:t xml:space="preserve"> kapital</w:t>
      </w:r>
      <w:r w:rsidR="008B7767">
        <w:t>ui padidint</w:t>
      </w:r>
      <w:r w:rsidR="008B7767" w:rsidRPr="008B7767">
        <w:t xml:space="preserve">i </w:t>
      </w:r>
      <w:r w:rsidR="00977F66">
        <w:t xml:space="preserve">išleidžiant </w:t>
      </w:r>
      <w:r w:rsidR="009F7B81">
        <w:t>689 655</w:t>
      </w:r>
      <w:r w:rsidR="009E780D" w:rsidRPr="009E780D">
        <w:t xml:space="preserve"> (</w:t>
      </w:r>
      <w:r w:rsidR="00072092">
        <w:t>šešis</w:t>
      </w:r>
      <w:r w:rsidR="009E780D" w:rsidRPr="009E780D">
        <w:t xml:space="preserve"> šimtus </w:t>
      </w:r>
      <w:r w:rsidR="00072092">
        <w:t>aštuonias</w:t>
      </w:r>
      <w:r w:rsidR="009E780D" w:rsidRPr="009E780D">
        <w:t xml:space="preserve">dešimt </w:t>
      </w:r>
      <w:r w:rsidR="00072092">
        <w:t xml:space="preserve">devynis </w:t>
      </w:r>
      <w:r w:rsidR="009E780D" w:rsidRPr="009E780D">
        <w:t>tūkstanči</w:t>
      </w:r>
      <w:r w:rsidR="00BA3BBF">
        <w:t>us</w:t>
      </w:r>
      <w:r w:rsidR="009E780D" w:rsidRPr="009E780D">
        <w:t xml:space="preserve"> </w:t>
      </w:r>
      <w:r w:rsidR="00072092">
        <w:t>šešis</w:t>
      </w:r>
      <w:r w:rsidR="009E780D" w:rsidRPr="009E780D">
        <w:t xml:space="preserve"> šimtus </w:t>
      </w:r>
      <w:r w:rsidR="00072092">
        <w:t>penkiasdešimt penkias</w:t>
      </w:r>
      <w:r w:rsidR="009E780D" w:rsidRPr="009E780D">
        <w:t xml:space="preserve">) </w:t>
      </w:r>
      <w:r w:rsidR="006F0F6F" w:rsidRPr="006F0F6F">
        <w:rPr>
          <w:szCs w:val="24"/>
          <w:lang w:eastAsia="lt-LT"/>
        </w:rPr>
        <w:t xml:space="preserve">paprastąsias vardines akcijas, kurių </w:t>
      </w:r>
      <w:r w:rsidR="006F0F6F">
        <w:rPr>
          <w:szCs w:val="24"/>
          <w:lang w:eastAsia="lt-LT"/>
        </w:rPr>
        <w:t>kiekvienos nominali vertė – 0,29</w:t>
      </w:r>
      <w:r w:rsidR="006F0F6F" w:rsidRPr="006F0F6F">
        <w:rPr>
          <w:szCs w:val="24"/>
          <w:lang w:eastAsia="lt-LT"/>
        </w:rPr>
        <w:t xml:space="preserve"> Eur</w:t>
      </w:r>
      <w:r w:rsidR="006F0F6F">
        <w:rPr>
          <w:szCs w:val="24"/>
          <w:lang w:eastAsia="lt-LT"/>
        </w:rPr>
        <w:t xml:space="preserve"> (dvidešimt devyni centai)</w:t>
      </w:r>
      <w:r w:rsidR="006F0F6F" w:rsidRPr="006F0F6F">
        <w:rPr>
          <w:szCs w:val="24"/>
          <w:lang w:eastAsia="lt-LT"/>
        </w:rPr>
        <w:t xml:space="preserve">. </w:t>
      </w:r>
    </w:p>
    <w:p w14:paraId="57E38EAA" w14:textId="77777777" w:rsidR="006F0F6F" w:rsidRDefault="006F0F6F" w:rsidP="004762E1">
      <w:pPr>
        <w:tabs>
          <w:tab w:val="left" w:pos="1247"/>
        </w:tabs>
        <w:ind w:firstLine="1247"/>
        <w:jc w:val="both"/>
        <w:rPr>
          <w:szCs w:val="24"/>
        </w:rPr>
      </w:pPr>
      <w:r>
        <w:rPr>
          <w:szCs w:val="24"/>
          <w:lang w:eastAsia="lt-LT"/>
        </w:rPr>
        <w:t xml:space="preserve">2. </w:t>
      </w:r>
      <w:r w:rsidRPr="006F0F6F">
        <w:rPr>
          <w:szCs w:val="24"/>
        </w:rPr>
        <w:t>Nustatyti, kad išleidžiamas akcijas pirmumo teise įsigyja vi</w:t>
      </w:r>
      <w:r>
        <w:rPr>
          <w:szCs w:val="24"/>
        </w:rPr>
        <w:t xml:space="preserve">enintelis akcininkas Skuodo </w:t>
      </w:r>
      <w:r w:rsidRPr="006F0F6F">
        <w:rPr>
          <w:szCs w:val="24"/>
        </w:rPr>
        <w:t xml:space="preserve"> raj</w:t>
      </w:r>
      <w:r>
        <w:rPr>
          <w:szCs w:val="24"/>
        </w:rPr>
        <w:t>ono savivaldybė (kodas 111104649</w:t>
      </w:r>
      <w:r w:rsidRPr="006F0F6F">
        <w:rPr>
          <w:szCs w:val="24"/>
        </w:rPr>
        <w:t xml:space="preserve">, </w:t>
      </w:r>
      <w:r w:rsidR="00FB424A">
        <w:rPr>
          <w:szCs w:val="24"/>
        </w:rPr>
        <w:t xml:space="preserve">adresas: </w:t>
      </w:r>
      <w:r>
        <w:rPr>
          <w:szCs w:val="24"/>
        </w:rPr>
        <w:t>Vilniaus</w:t>
      </w:r>
      <w:r w:rsidRPr="006F0F6F">
        <w:rPr>
          <w:szCs w:val="24"/>
        </w:rPr>
        <w:t xml:space="preserve"> g. </w:t>
      </w:r>
      <w:r>
        <w:rPr>
          <w:szCs w:val="24"/>
        </w:rPr>
        <w:t>13, Skuodas</w:t>
      </w:r>
      <w:r w:rsidRPr="006F0F6F">
        <w:rPr>
          <w:szCs w:val="24"/>
        </w:rPr>
        <w:t>).</w:t>
      </w:r>
    </w:p>
    <w:p w14:paraId="4FE4E51A" w14:textId="77777777" w:rsidR="006F0F6F" w:rsidRPr="006F0F6F" w:rsidRDefault="006F0F6F" w:rsidP="004762E1">
      <w:pPr>
        <w:tabs>
          <w:tab w:val="left" w:pos="1247"/>
        </w:tabs>
        <w:ind w:firstLine="1247"/>
        <w:jc w:val="both"/>
        <w:rPr>
          <w:szCs w:val="24"/>
          <w:lang w:eastAsia="lt-LT"/>
        </w:rPr>
      </w:pPr>
      <w:r>
        <w:rPr>
          <w:szCs w:val="24"/>
        </w:rPr>
        <w:t xml:space="preserve">3. </w:t>
      </w:r>
      <w:r w:rsidRPr="006F0F6F">
        <w:rPr>
          <w:szCs w:val="24"/>
          <w:lang w:eastAsia="lt-LT"/>
        </w:rPr>
        <w:t>Įpareigoti S</w:t>
      </w:r>
      <w:r w:rsidR="00527E54">
        <w:rPr>
          <w:szCs w:val="24"/>
          <w:lang w:eastAsia="lt-LT"/>
        </w:rPr>
        <w:t>kuodo rajono s</w:t>
      </w:r>
      <w:r w:rsidRPr="006F0F6F">
        <w:rPr>
          <w:szCs w:val="24"/>
          <w:lang w:eastAsia="lt-LT"/>
        </w:rPr>
        <w:t>avival</w:t>
      </w:r>
      <w:r w:rsidR="001E4AE6">
        <w:rPr>
          <w:szCs w:val="24"/>
          <w:lang w:eastAsia="lt-LT"/>
        </w:rPr>
        <w:t>dybės merą</w:t>
      </w:r>
      <w:r w:rsidR="00FB424A">
        <w:rPr>
          <w:szCs w:val="24"/>
          <w:lang w:eastAsia="lt-LT"/>
        </w:rPr>
        <w:t xml:space="preserve"> Stasį Gutautą</w:t>
      </w:r>
      <w:r w:rsidRPr="006F0F6F">
        <w:rPr>
          <w:szCs w:val="24"/>
          <w:lang w:eastAsia="lt-LT"/>
        </w:rPr>
        <w:t xml:space="preserve">: </w:t>
      </w:r>
    </w:p>
    <w:p w14:paraId="1B35EC04" w14:textId="77777777" w:rsidR="006F0F6F" w:rsidRDefault="006F0F6F" w:rsidP="004762E1">
      <w:pPr>
        <w:tabs>
          <w:tab w:val="left" w:pos="1247"/>
        </w:tabs>
        <w:ind w:firstLine="1247"/>
        <w:jc w:val="both"/>
        <w:rPr>
          <w:strike/>
          <w:szCs w:val="24"/>
          <w:lang w:eastAsia="lt-LT"/>
        </w:rPr>
      </w:pPr>
      <w:r w:rsidRPr="007530FF">
        <w:rPr>
          <w:strike/>
          <w:szCs w:val="24"/>
          <w:lang w:eastAsia="lt-LT"/>
        </w:rPr>
        <w:t xml:space="preserve">3.1. </w:t>
      </w:r>
      <w:r w:rsidR="001B5BFC" w:rsidRPr="007530FF">
        <w:rPr>
          <w:strike/>
          <w:szCs w:val="24"/>
          <w:lang w:eastAsia="lt-LT"/>
        </w:rPr>
        <w:t>P</w:t>
      </w:r>
      <w:r w:rsidRPr="007530FF">
        <w:rPr>
          <w:strike/>
          <w:szCs w:val="24"/>
          <w:lang w:eastAsia="lt-LT"/>
        </w:rPr>
        <w:t>atvirtinti</w:t>
      </w:r>
      <w:r w:rsidR="004A623C" w:rsidRPr="007530FF">
        <w:rPr>
          <w:strike/>
          <w:szCs w:val="24"/>
          <w:lang w:eastAsia="lt-LT"/>
        </w:rPr>
        <w:t xml:space="preserve"> </w:t>
      </w:r>
      <w:r w:rsidRPr="007530FF">
        <w:rPr>
          <w:strike/>
          <w:szCs w:val="24"/>
          <w:lang w:eastAsia="lt-LT"/>
        </w:rPr>
        <w:t>UAB „Skuodo</w:t>
      </w:r>
      <w:r w:rsidR="00796E9A" w:rsidRPr="007530FF">
        <w:rPr>
          <w:strike/>
          <w:szCs w:val="24"/>
          <w:lang w:eastAsia="lt-LT"/>
        </w:rPr>
        <w:t xml:space="preserve"> vandenys“ </w:t>
      </w:r>
      <w:r w:rsidR="00EA521E" w:rsidRPr="007530FF">
        <w:rPr>
          <w:strike/>
          <w:szCs w:val="24"/>
          <w:lang w:eastAsia="lt-LT"/>
        </w:rPr>
        <w:t>6 823 936,83</w:t>
      </w:r>
      <w:r w:rsidR="004A623C" w:rsidRPr="007530FF">
        <w:rPr>
          <w:strike/>
          <w:szCs w:val="24"/>
          <w:lang w:eastAsia="lt-LT"/>
        </w:rPr>
        <w:t xml:space="preserve"> Eur (</w:t>
      </w:r>
      <w:r w:rsidR="00EA521E" w:rsidRPr="007530FF">
        <w:rPr>
          <w:strike/>
          <w:szCs w:val="24"/>
          <w:lang w:eastAsia="lt-LT"/>
        </w:rPr>
        <w:t>šešių</w:t>
      </w:r>
      <w:r w:rsidR="004A623C" w:rsidRPr="007530FF">
        <w:rPr>
          <w:strike/>
          <w:szCs w:val="24"/>
          <w:lang w:eastAsia="lt-LT"/>
        </w:rPr>
        <w:t xml:space="preserve"> milijonų </w:t>
      </w:r>
      <w:r w:rsidR="00EA521E" w:rsidRPr="007530FF">
        <w:rPr>
          <w:strike/>
          <w:szCs w:val="24"/>
          <w:lang w:eastAsia="lt-LT"/>
        </w:rPr>
        <w:t>aštuonių</w:t>
      </w:r>
      <w:r w:rsidR="00977F66" w:rsidRPr="007530FF">
        <w:rPr>
          <w:strike/>
          <w:szCs w:val="24"/>
          <w:lang w:eastAsia="lt-LT"/>
        </w:rPr>
        <w:t xml:space="preserve"> šimtų </w:t>
      </w:r>
      <w:r w:rsidR="00EA521E" w:rsidRPr="007530FF">
        <w:rPr>
          <w:strike/>
          <w:szCs w:val="24"/>
          <w:lang w:eastAsia="lt-LT"/>
        </w:rPr>
        <w:t>dvidešimt trijų</w:t>
      </w:r>
      <w:r w:rsidR="004A623C" w:rsidRPr="007530FF">
        <w:rPr>
          <w:strike/>
          <w:szCs w:val="24"/>
          <w:lang w:eastAsia="lt-LT"/>
        </w:rPr>
        <w:t xml:space="preserve"> tūkstančių</w:t>
      </w:r>
      <w:r w:rsidR="00977F66" w:rsidRPr="007530FF">
        <w:rPr>
          <w:strike/>
          <w:szCs w:val="24"/>
          <w:lang w:eastAsia="lt-LT"/>
        </w:rPr>
        <w:t xml:space="preserve"> </w:t>
      </w:r>
      <w:r w:rsidR="00EA521E" w:rsidRPr="007530FF">
        <w:rPr>
          <w:strike/>
          <w:szCs w:val="24"/>
          <w:lang w:eastAsia="lt-LT"/>
        </w:rPr>
        <w:t>devynių</w:t>
      </w:r>
      <w:r w:rsidR="00977F66" w:rsidRPr="007530FF">
        <w:rPr>
          <w:strike/>
          <w:szCs w:val="24"/>
          <w:lang w:eastAsia="lt-LT"/>
        </w:rPr>
        <w:t xml:space="preserve"> </w:t>
      </w:r>
      <w:r w:rsidR="004A623C" w:rsidRPr="007530FF">
        <w:rPr>
          <w:strike/>
          <w:szCs w:val="24"/>
          <w:lang w:eastAsia="lt-LT"/>
        </w:rPr>
        <w:t>šimt</w:t>
      </w:r>
      <w:r w:rsidR="00977F66" w:rsidRPr="007530FF">
        <w:rPr>
          <w:strike/>
          <w:szCs w:val="24"/>
          <w:lang w:eastAsia="lt-LT"/>
        </w:rPr>
        <w:t>ų</w:t>
      </w:r>
      <w:r w:rsidR="00237BB8" w:rsidRPr="007530FF">
        <w:rPr>
          <w:strike/>
          <w:szCs w:val="24"/>
          <w:lang w:eastAsia="lt-LT"/>
        </w:rPr>
        <w:t xml:space="preserve"> </w:t>
      </w:r>
      <w:r w:rsidR="00EA521E" w:rsidRPr="007530FF">
        <w:rPr>
          <w:strike/>
          <w:szCs w:val="24"/>
          <w:lang w:eastAsia="lt-LT"/>
        </w:rPr>
        <w:t>trisdešimt</w:t>
      </w:r>
      <w:r w:rsidR="009F7DBC" w:rsidRPr="007530FF">
        <w:rPr>
          <w:strike/>
          <w:szCs w:val="24"/>
          <w:lang w:eastAsia="lt-LT"/>
        </w:rPr>
        <w:t xml:space="preserve"> šešių</w:t>
      </w:r>
      <w:r w:rsidR="001E4AE6" w:rsidRPr="007530FF">
        <w:rPr>
          <w:strike/>
          <w:szCs w:val="24"/>
          <w:lang w:eastAsia="lt-LT"/>
        </w:rPr>
        <w:t xml:space="preserve"> eurų, </w:t>
      </w:r>
      <w:r w:rsidR="008B3D8C" w:rsidRPr="007530FF">
        <w:rPr>
          <w:strike/>
          <w:szCs w:val="24"/>
          <w:lang w:eastAsia="lt-LT"/>
        </w:rPr>
        <w:t xml:space="preserve">aštuoniasdešimt </w:t>
      </w:r>
      <w:r w:rsidR="00EA521E" w:rsidRPr="007530FF">
        <w:rPr>
          <w:strike/>
          <w:szCs w:val="24"/>
          <w:lang w:eastAsia="lt-LT"/>
        </w:rPr>
        <w:t>trijų</w:t>
      </w:r>
      <w:r w:rsidR="00823539" w:rsidRPr="007530FF">
        <w:rPr>
          <w:strike/>
          <w:szCs w:val="24"/>
          <w:lang w:eastAsia="lt-LT"/>
        </w:rPr>
        <w:t xml:space="preserve"> c</w:t>
      </w:r>
      <w:r w:rsidR="00CB7876" w:rsidRPr="007530FF">
        <w:rPr>
          <w:strike/>
          <w:szCs w:val="24"/>
          <w:lang w:eastAsia="lt-LT"/>
        </w:rPr>
        <w:t>entų</w:t>
      </w:r>
      <w:r w:rsidR="00237BB8" w:rsidRPr="007530FF">
        <w:rPr>
          <w:strike/>
          <w:szCs w:val="24"/>
          <w:lang w:eastAsia="lt-LT"/>
        </w:rPr>
        <w:t>)</w:t>
      </w:r>
      <w:r w:rsidR="004A623C" w:rsidRPr="007530FF">
        <w:rPr>
          <w:strike/>
          <w:szCs w:val="24"/>
          <w:lang w:eastAsia="lt-LT"/>
        </w:rPr>
        <w:t xml:space="preserve"> įstatinį kapitalą</w:t>
      </w:r>
      <w:r w:rsidR="00C23175" w:rsidRPr="007530FF">
        <w:rPr>
          <w:strike/>
          <w:szCs w:val="24"/>
          <w:lang w:eastAsia="lt-LT"/>
        </w:rPr>
        <w:t>, kuris padalintas į</w:t>
      </w:r>
      <w:r w:rsidR="001E4AE6" w:rsidRPr="007530FF">
        <w:rPr>
          <w:strike/>
          <w:szCs w:val="24"/>
          <w:lang w:eastAsia="lt-LT"/>
        </w:rPr>
        <w:t xml:space="preserve"> </w:t>
      </w:r>
      <w:r w:rsidR="00486BAB" w:rsidRPr="007530FF">
        <w:rPr>
          <w:strike/>
          <w:szCs w:val="24"/>
          <w:lang w:eastAsia="lt-LT"/>
        </w:rPr>
        <w:t>23 530 816</w:t>
      </w:r>
      <w:r w:rsidR="001E4AE6" w:rsidRPr="007530FF">
        <w:rPr>
          <w:strike/>
          <w:szCs w:val="24"/>
          <w:lang w:eastAsia="lt-LT"/>
        </w:rPr>
        <w:t xml:space="preserve"> (</w:t>
      </w:r>
      <w:r w:rsidR="00486BAB" w:rsidRPr="007530FF">
        <w:rPr>
          <w:strike/>
          <w:szCs w:val="24"/>
          <w:lang w:eastAsia="lt-LT"/>
        </w:rPr>
        <w:t>dvidešimt tris milijonus</w:t>
      </w:r>
      <w:r w:rsidR="001E4AE6" w:rsidRPr="007530FF">
        <w:rPr>
          <w:strike/>
          <w:szCs w:val="24"/>
          <w:lang w:eastAsia="lt-LT"/>
        </w:rPr>
        <w:t xml:space="preserve"> </w:t>
      </w:r>
      <w:r w:rsidR="00486BAB" w:rsidRPr="007530FF">
        <w:rPr>
          <w:strike/>
          <w:szCs w:val="24"/>
          <w:lang w:eastAsia="lt-LT"/>
        </w:rPr>
        <w:t>penkis</w:t>
      </w:r>
      <w:r w:rsidR="001E4AE6" w:rsidRPr="007530FF">
        <w:rPr>
          <w:strike/>
          <w:szCs w:val="24"/>
          <w:lang w:eastAsia="lt-LT"/>
        </w:rPr>
        <w:t xml:space="preserve"> </w:t>
      </w:r>
      <w:r w:rsidR="00237BB8" w:rsidRPr="007530FF">
        <w:rPr>
          <w:strike/>
          <w:szCs w:val="24"/>
          <w:lang w:eastAsia="lt-LT"/>
        </w:rPr>
        <w:t xml:space="preserve">šimtus </w:t>
      </w:r>
      <w:r w:rsidR="00486BAB" w:rsidRPr="007530FF">
        <w:rPr>
          <w:strike/>
          <w:szCs w:val="24"/>
          <w:lang w:eastAsia="lt-LT"/>
        </w:rPr>
        <w:t>trisdešimt tūkstančių</w:t>
      </w:r>
      <w:r w:rsidR="001E4AE6" w:rsidRPr="007530FF">
        <w:rPr>
          <w:strike/>
          <w:szCs w:val="24"/>
          <w:lang w:eastAsia="lt-LT"/>
        </w:rPr>
        <w:t xml:space="preserve"> </w:t>
      </w:r>
      <w:r w:rsidR="00486BAB" w:rsidRPr="007530FF">
        <w:rPr>
          <w:strike/>
          <w:szCs w:val="24"/>
          <w:lang w:eastAsia="lt-LT"/>
        </w:rPr>
        <w:t>aštuonis šimtus šešiolika</w:t>
      </w:r>
      <w:r w:rsidR="00237BB8" w:rsidRPr="007530FF">
        <w:rPr>
          <w:strike/>
          <w:szCs w:val="24"/>
          <w:lang w:eastAsia="lt-LT"/>
        </w:rPr>
        <w:t xml:space="preserve">) </w:t>
      </w:r>
      <w:r w:rsidR="001E4AE6" w:rsidRPr="007530FF">
        <w:rPr>
          <w:strike/>
          <w:szCs w:val="24"/>
          <w:lang w:eastAsia="lt-LT"/>
        </w:rPr>
        <w:t>paprast</w:t>
      </w:r>
      <w:r w:rsidR="004F1663" w:rsidRPr="007530FF">
        <w:rPr>
          <w:strike/>
          <w:szCs w:val="24"/>
          <w:lang w:eastAsia="lt-LT"/>
        </w:rPr>
        <w:t>ųjų</w:t>
      </w:r>
      <w:r w:rsidR="00CD4A95" w:rsidRPr="007530FF">
        <w:rPr>
          <w:strike/>
          <w:szCs w:val="24"/>
          <w:lang w:eastAsia="lt-LT"/>
        </w:rPr>
        <w:t xml:space="preserve"> </w:t>
      </w:r>
      <w:r w:rsidR="00237BB8" w:rsidRPr="007530FF">
        <w:rPr>
          <w:strike/>
          <w:szCs w:val="24"/>
          <w:lang w:eastAsia="lt-LT"/>
        </w:rPr>
        <w:t>vardin</w:t>
      </w:r>
      <w:r w:rsidR="004F1663" w:rsidRPr="007530FF">
        <w:rPr>
          <w:strike/>
          <w:szCs w:val="24"/>
          <w:lang w:eastAsia="lt-LT"/>
        </w:rPr>
        <w:t>ių</w:t>
      </w:r>
      <w:r w:rsidR="00237BB8" w:rsidRPr="007530FF">
        <w:rPr>
          <w:strike/>
          <w:szCs w:val="24"/>
          <w:lang w:eastAsia="lt-LT"/>
        </w:rPr>
        <w:t xml:space="preserve"> </w:t>
      </w:r>
      <w:r w:rsidR="001E4AE6" w:rsidRPr="007530FF">
        <w:rPr>
          <w:strike/>
          <w:szCs w:val="24"/>
          <w:lang w:eastAsia="lt-LT"/>
        </w:rPr>
        <w:t>akcij</w:t>
      </w:r>
      <w:r w:rsidR="004F1663" w:rsidRPr="007530FF">
        <w:rPr>
          <w:strike/>
          <w:szCs w:val="24"/>
          <w:lang w:eastAsia="lt-LT"/>
        </w:rPr>
        <w:t>ų</w:t>
      </w:r>
      <w:r w:rsidR="000B381E" w:rsidRPr="007530FF">
        <w:rPr>
          <w:strike/>
          <w:szCs w:val="24"/>
          <w:lang w:eastAsia="lt-LT"/>
        </w:rPr>
        <w:t xml:space="preserve">, vienos akcijos </w:t>
      </w:r>
      <w:r w:rsidR="00C23175" w:rsidRPr="007530FF">
        <w:rPr>
          <w:strike/>
          <w:szCs w:val="24"/>
          <w:lang w:eastAsia="lt-LT"/>
        </w:rPr>
        <w:t xml:space="preserve">nominali vertė </w:t>
      </w:r>
      <w:r w:rsidR="000B381E" w:rsidRPr="007530FF">
        <w:rPr>
          <w:strike/>
          <w:szCs w:val="24"/>
          <w:lang w:eastAsia="lt-LT"/>
        </w:rPr>
        <w:t>0,29 Eur</w:t>
      </w:r>
      <w:r w:rsidR="00CB7876" w:rsidRPr="007530FF">
        <w:rPr>
          <w:strike/>
          <w:szCs w:val="24"/>
          <w:lang w:eastAsia="lt-LT"/>
        </w:rPr>
        <w:t xml:space="preserve"> (dvidešimt devyni centai)</w:t>
      </w:r>
      <w:r w:rsidR="00B95C22" w:rsidRPr="007530FF">
        <w:rPr>
          <w:strike/>
          <w:szCs w:val="24"/>
          <w:lang w:eastAsia="lt-LT"/>
        </w:rPr>
        <w:t xml:space="preserve"> ir 0,19 Eur (devyniolika centų) akcijų perviršį</w:t>
      </w:r>
      <w:r w:rsidR="001E4AE6" w:rsidRPr="007530FF">
        <w:rPr>
          <w:strike/>
          <w:szCs w:val="24"/>
          <w:lang w:eastAsia="lt-LT"/>
        </w:rPr>
        <w:t>.</w:t>
      </w:r>
    </w:p>
    <w:p w14:paraId="7EAC198F" w14:textId="77777777" w:rsidR="00C630CB" w:rsidRDefault="00C630CB" w:rsidP="00C630CB">
      <w:pPr>
        <w:tabs>
          <w:tab w:val="left" w:pos="1247"/>
        </w:tabs>
        <w:ind w:firstLine="1247"/>
        <w:jc w:val="both"/>
        <w:rPr>
          <w:b/>
          <w:bCs/>
          <w:i/>
          <w:iCs/>
        </w:rPr>
      </w:pPr>
      <w:r w:rsidRPr="00C630CB">
        <w:rPr>
          <w:b/>
          <w:bCs/>
          <w:i/>
          <w:iCs/>
        </w:rPr>
        <w:t>3.1. Padidinti UAB „Skuodo vandenys“, kodas 173820527, įstatinį kapitalą 199 999,95 Eur (vienu šimtu devyniasdešimt devyniais tūkstančiais devyniais šimtais devyniasdešimt devyniais eurais, devyniasdešimt penkiais centais) savivaldybės biudžeto lėšomis, išleidžiant 689 655 (šešis šimtus aštuoniasdešimt devynis tūkstančius šešis šimtus penkiasdešimt penkias) paprastąsias vardines akcijas, kurių kiekvienos nominali vertė – 0,29 Eur (dvidešimt devyni centai).</w:t>
      </w:r>
    </w:p>
    <w:p w14:paraId="2B5D876D" w14:textId="77777777" w:rsidR="006F0F6F" w:rsidRDefault="004A623C" w:rsidP="00C630CB">
      <w:pPr>
        <w:tabs>
          <w:tab w:val="left" w:pos="1247"/>
        </w:tabs>
        <w:ind w:firstLine="1247"/>
        <w:jc w:val="both"/>
        <w:rPr>
          <w:szCs w:val="24"/>
          <w:lang w:eastAsia="lt-LT"/>
        </w:rPr>
      </w:pPr>
      <w:r>
        <w:rPr>
          <w:szCs w:val="24"/>
          <w:lang w:eastAsia="lt-LT"/>
        </w:rPr>
        <w:t>3</w:t>
      </w:r>
      <w:r w:rsidR="006F0F6F" w:rsidRPr="006F0F6F">
        <w:rPr>
          <w:szCs w:val="24"/>
          <w:lang w:eastAsia="lt-LT"/>
        </w:rPr>
        <w:t xml:space="preserve">.2. </w:t>
      </w:r>
      <w:r w:rsidR="001B5BFC">
        <w:rPr>
          <w:szCs w:val="24"/>
          <w:lang w:eastAsia="lt-LT"/>
        </w:rPr>
        <w:t>P</w:t>
      </w:r>
      <w:r w:rsidR="006F0F6F" w:rsidRPr="006F0F6F">
        <w:rPr>
          <w:szCs w:val="24"/>
          <w:lang w:eastAsia="lt-LT"/>
        </w:rPr>
        <w:t>asirašyti a</w:t>
      </w:r>
      <w:r>
        <w:rPr>
          <w:szCs w:val="24"/>
          <w:lang w:eastAsia="lt-LT"/>
        </w:rPr>
        <w:t>kcijų pasirašymo sutartį.</w:t>
      </w:r>
    </w:p>
    <w:p w14:paraId="3E211978" w14:textId="77777777" w:rsidR="004A623C" w:rsidRDefault="00B60B9A" w:rsidP="004762E1">
      <w:pPr>
        <w:tabs>
          <w:tab w:val="left" w:pos="1247"/>
        </w:tabs>
        <w:ind w:firstLine="1247"/>
        <w:jc w:val="both"/>
        <w:rPr>
          <w:szCs w:val="24"/>
          <w:lang w:eastAsia="lt-LT"/>
        </w:rPr>
      </w:pPr>
      <w:r w:rsidRPr="004B0D34">
        <w:rPr>
          <w:szCs w:val="24"/>
          <w:lang w:eastAsia="lt-LT"/>
        </w:rPr>
        <w:t>3.3</w:t>
      </w:r>
      <w:r w:rsidR="004A623C" w:rsidRPr="004B0D34">
        <w:rPr>
          <w:szCs w:val="24"/>
          <w:lang w:eastAsia="lt-LT"/>
        </w:rPr>
        <w:t xml:space="preserve">. </w:t>
      </w:r>
      <w:r w:rsidRPr="004B0D34">
        <w:rPr>
          <w:szCs w:val="24"/>
          <w:lang w:eastAsia="lt-LT"/>
        </w:rPr>
        <w:t xml:space="preserve">Patvirtinti UAB „Skuodo vandenys“ pakeistus </w:t>
      </w:r>
      <w:r w:rsidR="004B0D34">
        <w:rPr>
          <w:szCs w:val="24"/>
          <w:lang w:eastAsia="lt-LT"/>
        </w:rPr>
        <w:t>įstatus</w:t>
      </w:r>
      <w:r w:rsidR="004A623C" w:rsidRPr="004B0D34">
        <w:rPr>
          <w:szCs w:val="24"/>
          <w:lang w:eastAsia="lt-LT"/>
        </w:rPr>
        <w:t>.</w:t>
      </w:r>
    </w:p>
    <w:p w14:paraId="16DAE544" w14:textId="77777777" w:rsidR="007E3F54" w:rsidRPr="004B0D34" w:rsidRDefault="007E3F54" w:rsidP="004762E1">
      <w:pPr>
        <w:tabs>
          <w:tab w:val="left" w:pos="1247"/>
        </w:tabs>
        <w:ind w:firstLine="1247"/>
        <w:jc w:val="both"/>
        <w:rPr>
          <w:szCs w:val="24"/>
          <w:lang w:eastAsia="lt-LT"/>
        </w:rPr>
      </w:pPr>
      <w:r>
        <w:rPr>
          <w:szCs w:val="24"/>
          <w:lang w:eastAsia="lt-LT"/>
        </w:rPr>
        <w:t xml:space="preserve">4. </w:t>
      </w:r>
      <w:r w:rsidR="006E1B47">
        <w:rPr>
          <w:szCs w:val="24"/>
          <w:lang w:eastAsia="lt-LT"/>
        </w:rPr>
        <w:t>Nurodyti</w:t>
      </w:r>
      <w:r w:rsidRPr="007E3F54">
        <w:rPr>
          <w:szCs w:val="24"/>
          <w:lang w:eastAsia="lt-LT"/>
        </w:rPr>
        <w:t xml:space="preserve">, kad šis </w:t>
      </w:r>
      <w:r w:rsidR="00153E35">
        <w:rPr>
          <w:szCs w:val="24"/>
          <w:lang w:eastAsia="lt-LT"/>
        </w:rPr>
        <w:t>sprendimas</w:t>
      </w:r>
      <w:r w:rsidR="00153E35" w:rsidRPr="007E3F54">
        <w:rPr>
          <w:szCs w:val="24"/>
          <w:lang w:eastAsia="lt-LT"/>
        </w:rPr>
        <w:t xml:space="preserve"> </w:t>
      </w:r>
      <w:r w:rsidRPr="007E3F54">
        <w:rPr>
          <w:szCs w:val="24"/>
          <w:lang w:eastAsia="lt-LT"/>
        </w:rPr>
        <w:t>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Pr>
          <w:szCs w:val="24"/>
          <w:lang w:eastAsia="lt-LT"/>
        </w:rPr>
        <w:t>.</w:t>
      </w:r>
    </w:p>
    <w:p w14:paraId="669A1EEB" w14:textId="77777777" w:rsidR="009B74F2" w:rsidRDefault="009B74F2" w:rsidP="00C21F6E">
      <w:pPr>
        <w:jc w:val="both"/>
        <w:rPr>
          <w:szCs w:val="24"/>
        </w:rPr>
      </w:pPr>
    </w:p>
    <w:p w14:paraId="41A10692" w14:textId="77777777" w:rsidR="007C57E0" w:rsidRDefault="007C57E0" w:rsidP="00C21F6E">
      <w:pPr>
        <w:jc w:val="both"/>
        <w:rPr>
          <w:szCs w:val="24"/>
        </w:rPr>
      </w:pPr>
    </w:p>
    <w:p w14:paraId="5985E9C7" w14:textId="77777777" w:rsidR="00572866" w:rsidRPr="00306B25" w:rsidRDefault="00572866" w:rsidP="00572866">
      <w:pPr>
        <w:tabs>
          <w:tab w:val="right" w:pos="9638"/>
        </w:tabs>
        <w:rPr>
          <w:szCs w:val="24"/>
        </w:rPr>
      </w:pPr>
      <w:r>
        <w:rPr>
          <w:szCs w:val="24"/>
        </w:rPr>
        <w:t>Savivaldybės meras</w:t>
      </w:r>
      <w:r>
        <w:rPr>
          <w:szCs w:val="24"/>
        </w:rPr>
        <w:tab/>
        <w:t>Stasys Gutautas</w:t>
      </w:r>
    </w:p>
    <w:p w14:paraId="01664FDD" w14:textId="77777777" w:rsidR="0061230A" w:rsidRPr="00BF27D4" w:rsidRDefault="0061230A" w:rsidP="00C21F6E">
      <w:pPr>
        <w:jc w:val="both"/>
        <w:rPr>
          <w:szCs w:val="24"/>
        </w:rPr>
      </w:pPr>
    </w:p>
    <w:sectPr w:rsidR="0061230A" w:rsidRPr="00BF27D4" w:rsidSect="00945D9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D34EF" w14:textId="77777777" w:rsidR="00DB42D8" w:rsidRDefault="00DB42D8">
      <w:r>
        <w:separator/>
      </w:r>
    </w:p>
  </w:endnote>
  <w:endnote w:type="continuationSeparator" w:id="0">
    <w:p w14:paraId="4AC347E9" w14:textId="77777777" w:rsidR="00DB42D8" w:rsidRDefault="00DB42D8">
      <w:r>
        <w:continuationSeparator/>
      </w:r>
    </w:p>
  </w:endnote>
  <w:endnote w:type="continuationNotice" w:id="1">
    <w:p w14:paraId="6D601669" w14:textId="77777777" w:rsidR="00DB42D8" w:rsidRDefault="00DB4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1526E" w14:textId="77777777" w:rsidR="00DB42D8" w:rsidRDefault="00DB42D8">
      <w:r>
        <w:separator/>
      </w:r>
    </w:p>
  </w:footnote>
  <w:footnote w:type="continuationSeparator" w:id="0">
    <w:p w14:paraId="65CAB865" w14:textId="77777777" w:rsidR="00DB42D8" w:rsidRDefault="00DB42D8">
      <w:r>
        <w:continuationSeparator/>
      </w:r>
    </w:p>
  </w:footnote>
  <w:footnote w:type="continuationNotice" w:id="1">
    <w:p w14:paraId="7BA1C0F6" w14:textId="77777777" w:rsidR="00DB42D8" w:rsidRDefault="00DB42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07086" w14:textId="77777777" w:rsidR="00EB23FA" w:rsidRPr="00C630CB" w:rsidRDefault="00C630CB" w:rsidP="00C630CB">
    <w:pPr>
      <w:pStyle w:val="Antrats"/>
      <w:jc w:val="right"/>
      <w:rPr>
        <w:b/>
        <w:bCs/>
        <w:i/>
        <w:iCs/>
      </w:rPr>
    </w:pPr>
    <w:r>
      <w:rPr>
        <w:b/>
        <w:bCs/>
      </w:rPr>
      <w:br/>
    </w:r>
    <w:r w:rsidR="00EB23FA" w:rsidRPr="00C630CB">
      <w:rPr>
        <w:b/>
        <w:bCs/>
        <w:i/>
        <w:iCs/>
      </w:rPr>
      <w:t>Lyginamasis variantas</w:t>
    </w:r>
    <w:r w:rsidRPr="00C630CB">
      <w:rPr>
        <w:b/>
        <w:bCs/>
        <w:i/>
        <w:iCs/>
      </w:rPr>
      <w:b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3087809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5895967">
    <w:abstractNumId w:val="2"/>
  </w:num>
  <w:num w:numId="3" w16cid:durableId="1080061465">
    <w:abstractNumId w:val="1"/>
  </w:num>
  <w:num w:numId="4" w16cid:durableId="258486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307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412F"/>
    <w:rsid w:val="0001520F"/>
    <w:rsid w:val="000273EA"/>
    <w:rsid w:val="00043FA6"/>
    <w:rsid w:val="00072092"/>
    <w:rsid w:val="00074148"/>
    <w:rsid w:val="00075173"/>
    <w:rsid w:val="00081EF5"/>
    <w:rsid w:val="00095985"/>
    <w:rsid w:val="000970BC"/>
    <w:rsid w:val="000A3D70"/>
    <w:rsid w:val="000B381E"/>
    <w:rsid w:val="000C0FC5"/>
    <w:rsid w:val="000D176A"/>
    <w:rsid w:val="000D1F18"/>
    <w:rsid w:val="000E7D3B"/>
    <w:rsid w:val="00101FB4"/>
    <w:rsid w:val="0011280B"/>
    <w:rsid w:val="00113058"/>
    <w:rsid w:val="00114F5B"/>
    <w:rsid w:val="001314BF"/>
    <w:rsid w:val="00140BB4"/>
    <w:rsid w:val="00144EA8"/>
    <w:rsid w:val="00153E35"/>
    <w:rsid w:val="00171452"/>
    <w:rsid w:val="0017594A"/>
    <w:rsid w:val="001A48C5"/>
    <w:rsid w:val="001B4142"/>
    <w:rsid w:val="001B5BFC"/>
    <w:rsid w:val="001C14F6"/>
    <w:rsid w:val="001E4AE6"/>
    <w:rsid w:val="001F03E2"/>
    <w:rsid w:val="001F5E92"/>
    <w:rsid w:val="001F7F88"/>
    <w:rsid w:val="00201B16"/>
    <w:rsid w:val="00215B4E"/>
    <w:rsid w:val="00226C3F"/>
    <w:rsid w:val="002270C3"/>
    <w:rsid w:val="00237BB8"/>
    <w:rsid w:val="00246733"/>
    <w:rsid w:val="0024690B"/>
    <w:rsid w:val="00267656"/>
    <w:rsid w:val="002677DD"/>
    <w:rsid w:val="0027523E"/>
    <w:rsid w:val="00280E1E"/>
    <w:rsid w:val="002824AC"/>
    <w:rsid w:val="00294E9C"/>
    <w:rsid w:val="002B479A"/>
    <w:rsid w:val="002C3014"/>
    <w:rsid w:val="002C6711"/>
    <w:rsid w:val="002F1EF3"/>
    <w:rsid w:val="002F5826"/>
    <w:rsid w:val="00306B25"/>
    <w:rsid w:val="003259C2"/>
    <w:rsid w:val="003338EB"/>
    <w:rsid w:val="00342D79"/>
    <w:rsid w:val="00346BC0"/>
    <w:rsid w:val="00346E5B"/>
    <w:rsid w:val="0035227C"/>
    <w:rsid w:val="00363273"/>
    <w:rsid w:val="00364F96"/>
    <w:rsid w:val="00370FAC"/>
    <w:rsid w:val="00375FFC"/>
    <w:rsid w:val="00383001"/>
    <w:rsid w:val="00390146"/>
    <w:rsid w:val="0039130A"/>
    <w:rsid w:val="00391B66"/>
    <w:rsid w:val="003A4903"/>
    <w:rsid w:val="003D6BA6"/>
    <w:rsid w:val="003F3051"/>
    <w:rsid w:val="00405796"/>
    <w:rsid w:val="00407F40"/>
    <w:rsid w:val="0041068D"/>
    <w:rsid w:val="00412855"/>
    <w:rsid w:val="00430EA5"/>
    <w:rsid w:val="004402C2"/>
    <w:rsid w:val="0044266D"/>
    <w:rsid w:val="0045016E"/>
    <w:rsid w:val="0045058D"/>
    <w:rsid w:val="00456688"/>
    <w:rsid w:val="00471C00"/>
    <w:rsid w:val="004730C0"/>
    <w:rsid w:val="00473BE9"/>
    <w:rsid w:val="004762E1"/>
    <w:rsid w:val="0048285E"/>
    <w:rsid w:val="00486BAB"/>
    <w:rsid w:val="00486BE1"/>
    <w:rsid w:val="0049651B"/>
    <w:rsid w:val="004A0F28"/>
    <w:rsid w:val="004A1A42"/>
    <w:rsid w:val="004A57D8"/>
    <w:rsid w:val="004A623C"/>
    <w:rsid w:val="004B0D34"/>
    <w:rsid w:val="004D72AF"/>
    <w:rsid w:val="004F1663"/>
    <w:rsid w:val="004F22C5"/>
    <w:rsid w:val="00501D0B"/>
    <w:rsid w:val="00521154"/>
    <w:rsid w:val="00527E54"/>
    <w:rsid w:val="00530AF2"/>
    <w:rsid w:val="00532274"/>
    <w:rsid w:val="00534BEE"/>
    <w:rsid w:val="005350F0"/>
    <w:rsid w:val="005719BD"/>
    <w:rsid w:val="0057229C"/>
    <w:rsid w:val="00572866"/>
    <w:rsid w:val="005749A0"/>
    <w:rsid w:val="00595203"/>
    <w:rsid w:val="005972DA"/>
    <w:rsid w:val="005A219B"/>
    <w:rsid w:val="005C4349"/>
    <w:rsid w:val="005D6200"/>
    <w:rsid w:val="005E5469"/>
    <w:rsid w:val="00603D74"/>
    <w:rsid w:val="0061230A"/>
    <w:rsid w:val="00623C69"/>
    <w:rsid w:val="006562E4"/>
    <w:rsid w:val="006568D9"/>
    <w:rsid w:val="006760E3"/>
    <w:rsid w:val="00696452"/>
    <w:rsid w:val="006E1B47"/>
    <w:rsid w:val="006E749F"/>
    <w:rsid w:val="006F0F6F"/>
    <w:rsid w:val="006F6B82"/>
    <w:rsid w:val="00706289"/>
    <w:rsid w:val="0071524A"/>
    <w:rsid w:val="007167E4"/>
    <w:rsid w:val="00722981"/>
    <w:rsid w:val="0073281E"/>
    <w:rsid w:val="007345F1"/>
    <w:rsid w:val="007521B7"/>
    <w:rsid w:val="007530FF"/>
    <w:rsid w:val="00756A21"/>
    <w:rsid w:val="00757F5B"/>
    <w:rsid w:val="007644B8"/>
    <w:rsid w:val="007661F6"/>
    <w:rsid w:val="00786747"/>
    <w:rsid w:val="00794D58"/>
    <w:rsid w:val="00796E9A"/>
    <w:rsid w:val="0079728E"/>
    <w:rsid w:val="007A273D"/>
    <w:rsid w:val="007B0410"/>
    <w:rsid w:val="007B5082"/>
    <w:rsid w:val="007B6F0B"/>
    <w:rsid w:val="007B71C2"/>
    <w:rsid w:val="007C4EF1"/>
    <w:rsid w:val="007C5449"/>
    <w:rsid w:val="007C57E0"/>
    <w:rsid w:val="007C7C66"/>
    <w:rsid w:val="007D1EFD"/>
    <w:rsid w:val="007E3F54"/>
    <w:rsid w:val="00804C63"/>
    <w:rsid w:val="0080631B"/>
    <w:rsid w:val="008151FA"/>
    <w:rsid w:val="00823539"/>
    <w:rsid w:val="008470AA"/>
    <w:rsid w:val="00850177"/>
    <w:rsid w:val="00861F25"/>
    <w:rsid w:val="00882483"/>
    <w:rsid w:val="008B390A"/>
    <w:rsid w:val="008B3D8C"/>
    <w:rsid w:val="008B5CC5"/>
    <w:rsid w:val="008B7767"/>
    <w:rsid w:val="008D692A"/>
    <w:rsid w:val="008F78EA"/>
    <w:rsid w:val="009121E4"/>
    <w:rsid w:val="0091412B"/>
    <w:rsid w:val="00914486"/>
    <w:rsid w:val="00916C79"/>
    <w:rsid w:val="009320A8"/>
    <w:rsid w:val="00945D95"/>
    <w:rsid w:val="00965348"/>
    <w:rsid w:val="009712F5"/>
    <w:rsid w:val="00977F66"/>
    <w:rsid w:val="009B4685"/>
    <w:rsid w:val="009B74F2"/>
    <w:rsid w:val="009C4AF5"/>
    <w:rsid w:val="009E30C0"/>
    <w:rsid w:val="009E780D"/>
    <w:rsid w:val="009F0171"/>
    <w:rsid w:val="009F7B81"/>
    <w:rsid w:val="009F7DBC"/>
    <w:rsid w:val="00A0330D"/>
    <w:rsid w:val="00A06B15"/>
    <w:rsid w:val="00A14ABD"/>
    <w:rsid w:val="00A20E77"/>
    <w:rsid w:val="00A24DBA"/>
    <w:rsid w:val="00A25DA1"/>
    <w:rsid w:val="00A32E87"/>
    <w:rsid w:val="00A416A2"/>
    <w:rsid w:val="00A472F6"/>
    <w:rsid w:val="00A52CC9"/>
    <w:rsid w:val="00A53C5A"/>
    <w:rsid w:val="00A70129"/>
    <w:rsid w:val="00A71826"/>
    <w:rsid w:val="00A73BF1"/>
    <w:rsid w:val="00A871F0"/>
    <w:rsid w:val="00A91583"/>
    <w:rsid w:val="00AB13B9"/>
    <w:rsid w:val="00AB17E6"/>
    <w:rsid w:val="00AB1B18"/>
    <w:rsid w:val="00AB71BA"/>
    <w:rsid w:val="00AC4B8C"/>
    <w:rsid w:val="00AE221D"/>
    <w:rsid w:val="00AF2495"/>
    <w:rsid w:val="00AF4B9C"/>
    <w:rsid w:val="00B05669"/>
    <w:rsid w:val="00B12ED6"/>
    <w:rsid w:val="00B2311A"/>
    <w:rsid w:val="00B4186D"/>
    <w:rsid w:val="00B46F68"/>
    <w:rsid w:val="00B56B95"/>
    <w:rsid w:val="00B60B9A"/>
    <w:rsid w:val="00B61ACA"/>
    <w:rsid w:val="00B92D26"/>
    <w:rsid w:val="00B95C22"/>
    <w:rsid w:val="00BA3BBF"/>
    <w:rsid w:val="00BA5F46"/>
    <w:rsid w:val="00BC2225"/>
    <w:rsid w:val="00BD3B1A"/>
    <w:rsid w:val="00BD6AEE"/>
    <w:rsid w:val="00BF0CFC"/>
    <w:rsid w:val="00BF27D4"/>
    <w:rsid w:val="00BF70C0"/>
    <w:rsid w:val="00C07928"/>
    <w:rsid w:val="00C15085"/>
    <w:rsid w:val="00C21F6E"/>
    <w:rsid w:val="00C23175"/>
    <w:rsid w:val="00C306A1"/>
    <w:rsid w:val="00C30FF7"/>
    <w:rsid w:val="00C330D9"/>
    <w:rsid w:val="00C37702"/>
    <w:rsid w:val="00C40275"/>
    <w:rsid w:val="00C43084"/>
    <w:rsid w:val="00C44581"/>
    <w:rsid w:val="00C630CB"/>
    <w:rsid w:val="00CA3C1D"/>
    <w:rsid w:val="00CA5C37"/>
    <w:rsid w:val="00CB5606"/>
    <w:rsid w:val="00CB7876"/>
    <w:rsid w:val="00CC4F64"/>
    <w:rsid w:val="00CC7100"/>
    <w:rsid w:val="00CD4A95"/>
    <w:rsid w:val="00CE7666"/>
    <w:rsid w:val="00D20E36"/>
    <w:rsid w:val="00D508C9"/>
    <w:rsid w:val="00D53F9A"/>
    <w:rsid w:val="00D64F93"/>
    <w:rsid w:val="00D67E18"/>
    <w:rsid w:val="00D81854"/>
    <w:rsid w:val="00D82292"/>
    <w:rsid w:val="00D84E70"/>
    <w:rsid w:val="00D87ACA"/>
    <w:rsid w:val="00DA10DA"/>
    <w:rsid w:val="00DA7E6A"/>
    <w:rsid w:val="00DB42D8"/>
    <w:rsid w:val="00DB49A4"/>
    <w:rsid w:val="00DC1DB0"/>
    <w:rsid w:val="00DF6F5B"/>
    <w:rsid w:val="00E01852"/>
    <w:rsid w:val="00E01BC0"/>
    <w:rsid w:val="00E049E6"/>
    <w:rsid w:val="00E0664F"/>
    <w:rsid w:val="00E252BD"/>
    <w:rsid w:val="00E61E1D"/>
    <w:rsid w:val="00E801CD"/>
    <w:rsid w:val="00EA0AC9"/>
    <w:rsid w:val="00EA521E"/>
    <w:rsid w:val="00EA62DB"/>
    <w:rsid w:val="00EB23FA"/>
    <w:rsid w:val="00EB25F3"/>
    <w:rsid w:val="00EC0178"/>
    <w:rsid w:val="00EC1499"/>
    <w:rsid w:val="00EC4653"/>
    <w:rsid w:val="00EC646D"/>
    <w:rsid w:val="00ED23E3"/>
    <w:rsid w:val="00ED6F8C"/>
    <w:rsid w:val="00EE29AD"/>
    <w:rsid w:val="00F110AC"/>
    <w:rsid w:val="00F15AD7"/>
    <w:rsid w:val="00F17392"/>
    <w:rsid w:val="00F2445C"/>
    <w:rsid w:val="00F2560C"/>
    <w:rsid w:val="00F359DE"/>
    <w:rsid w:val="00F46F5F"/>
    <w:rsid w:val="00F64CEB"/>
    <w:rsid w:val="00F66564"/>
    <w:rsid w:val="00F72215"/>
    <w:rsid w:val="00F75E9E"/>
    <w:rsid w:val="00F9706F"/>
    <w:rsid w:val="00FA5883"/>
    <w:rsid w:val="00FA5B44"/>
    <w:rsid w:val="00FA5BE1"/>
    <w:rsid w:val="00FA6469"/>
    <w:rsid w:val="00FB1614"/>
    <w:rsid w:val="00FB424A"/>
    <w:rsid w:val="00FD7A4F"/>
    <w:rsid w:val="00FF59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9BB211A"/>
  <w15:docId w15:val="{25755D9B-9F5C-4D55-94E6-D1F34D45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cs="Times New Roman"/>
      <w:sz w:val="24"/>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cs="Times New Roman"/>
      <w:sz w:val="24"/>
      <w:lang w:eastAsia="en-US"/>
    </w:rPr>
  </w:style>
  <w:style w:type="character" w:styleId="Komentaronuoroda">
    <w:name w:val="annotation reference"/>
    <w:uiPriority w:val="99"/>
    <w:semiHidden/>
    <w:unhideWhenUsed/>
    <w:rsid w:val="006562E4"/>
    <w:rPr>
      <w:sz w:val="16"/>
      <w:szCs w:val="16"/>
    </w:rPr>
  </w:style>
  <w:style w:type="paragraph" w:styleId="Komentarotekstas">
    <w:name w:val="annotation text"/>
    <w:basedOn w:val="prastasis"/>
    <w:link w:val="KomentarotekstasDiagrama"/>
    <w:uiPriority w:val="99"/>
    <w:semiHidden/>
    <w:unhideWhenUsed/>
    <w:rsid w:val="006562E4"/>
    <w:rPr>
      <w:sz w:val="20"/>
    </w:rPr>
  </w:style>
  <w:style w:type="character" w:customStyle="1" w:styleId="KomentarotekstasDiagrama">
    <w:name w:val="Komentaro tekstas Diagrama"/>
    <w:link w:val="Komentarotekstas"/>
    <w:uiPriority w:val="99"/>
    <w:semiHidden/>
    <w:rsid w:val="006562E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562E4"/>
    <w:rPr>
      <w:b/>
      <w:bCs/>
    </w:rPr>
  </w:style>
  <w:style w:type="character" w:customStyle="1" w:styleId="KomentarotemaDiagrama">
    <w:name w:val="Komentaro tema Diagrama"/>
    <w:link w:val="Komentarotema"/>
    <w:uiPriority w:val="99"/>
    <w:semiHidden/>
    <w:rsid w:val="006562E4"/>
    <w:rPr>
      <w:rFonts w:ascii="Times New Roman" w:eastAsia="Times New Roman" w:hAnsi="Times New Roman" w:cs="Times New Roman"/>
      <w:b/>
      <w:bCs/>
      <w:sz w:val="20"/>
      <w:szCs w:val="20"/>
    </w:rPr>
  </w:style>
  <w:style w:type="table" w:styleId="Lentelstinklelis">
    <w:name w:val="Table Grid"/>
    <w:basedOn w:val="prastojilentel"/>
    <w:uiPriority w:val="59"/>
    <w:rsid w:val="00612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7e28a801554246fbb4777e33721af220.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7e28a801554246fbb4777e33721af220</Template>
  <TotalTime>0</TotalTime>
  <Pages>1</Pages>
  <Words>2048</Words>
  <Characters>1168</Characters>
  <Application>Microsoft Office Word</Application>
  <DocSecurity>4</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SAVIVALDYBĖS TURTO INVESTAVIMO DIDINANT UŽDAROSIOS AKCINĖS BENDROVĖS "SKUODO VANDENYS" ĮSTATINĮ KAPITALĄ</vt:lpstr>
      <vt:lpstr/>
    </vt:vector>
  </TitlesOfParts>
  <Manager>2025-06-26</Manager>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SAVIVALDYBĖS TURTO INVESTAVIMO DIDINANT UŽDAROSIOS AKCINĖS BENDROVĖS "SKUODO VANDENYS" ĮSTATINĮ KAPITALĄ</dc:title>
  <dc:subject>T9-153</dc:subject>
  <dc:creator>SKUODO RAJONO SAVIVALDYBĖS TARYBA</dc:creator>
  <cp:keywords/>
  <cp:lastModifiedBy>Sadauskienė, Dalia</cp:lastModifiedBy>
  <cp:revision>2</cp:revision>
  <cp:lastPrinted>2025-06-17T12:23:00Z</cp:lastPrinted>
  <dcterms:created xsi:type="dcterms:W3CDTF">2026-01-19T09:31:00Z</dcterms:created>
  <dcterms:modified xsi:type="dcterms:W3CDTF">2026-01-19T09:31:00Z</dcterms:modified>
  <cp:category>SPRENDIMAS</cp:category>
</cp:coreProperties>
</file>